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0869E" w14:textId="77777777" w:rsidR="00987AA1" w:rsidRPr="00F602C5" w:rsidRDefault="00987AA1" w:rsidP="005C3F03">
      <w:pPr>
        <w:spacing w:line="320" w:lineRule="atLeast"/>
        <w:rPr>
          <w:rFonts w:hAnsi="ＭＳ 明朝"/>
          <w:szCs w:val="21"/>
        </w:rPr>
        <w:sectPr w:rsidR="00987AA1" w:rsidRPr="00F602C5" w:rsidSect="005C3F03">
          <w:footerReference w:type="even" r:id="rId8"/>
          <w:headerReference w:type="first" r:id="rId9"/>
          <w:pgSz w:w="11906" w:h="16838" w:code="9"/>
          <w:pgMar w:top="1418" w:right="1418" w:bottom="1134" w:left="1418" w:header="567" w:footer="737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Pr="00F602C5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 w:rsidRPr="00F602C5">
        <w:rPr>
          <w:rFonts w:hAnsi="ＭＳ 明朝" w:hint="eastAsia"/>
          <w:spacing w:val="16"/>
          <w:szCs w:val="22"/>
        </w:rPr>
        <w:t>様式第６</w:t>
      </w:r>
      <w:r w:rsidR="00150BD1" w:rsidRPr="00F602C5">
        <w:rPr>
          <w:rFonts w:hAnsi="ＭＳ 明朝" w:hint="eastAsia"/>
          <w:spacing w:val="16"/>
          <w:szCs w:val="22"/>
        </w:rPr>
        <w:t>号</w:t>
      </w:r>
    </w:p>
    <w:p w14:paraId="5F4FBE97" w14:textId="77777777" w:rsidR="00150BD1" w:rsidRPr="00F602C5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8"/>
          <w:szCs w:val="28"/>
        </w:rPr>
        <w:t>入札</w:t>
      </w:r>
      <w:r w:rsidR="001E38C3" w:rsidRPr="00F602C5">
        <w:rPr>
          <w:rFonts w:hAnsi="ＭＳ 明朝" w:hint="eastAsia"/>
          <w:spacing w:val="16"/>
          <w:sz w:val="28"/>
          <w:szCs w:val="28"/>
        </w:rPr>
        <w:t>（契約）</w:t>
      </w:r>
      <w:r w:rsidRPr="00F602C5">
        <w:rPr>
          <w:rFonts w:hAnsi="ＭＳ 明朝" w:hint="eastAsia"/>
          <w:spacing w:val="16"/>
          <w:sz w:val="28"/>
          <w:szCs w:val="28"/>
        </w:rPr>
        <w:t>保証金</w:t>
      </w:r>
      <w:r w:rsidR="001E38C3" w:rsidRPr="00F602C5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Pr="00F602C5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348721A0" w14:textId="77777777" w:rsidR="003C0F59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C0F59" w:rsidRPr="00F602C5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Pr="00F602C5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B6F0B" w:rsidRPr="00F602C5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63CC527" w14:textId="77777777" w:rsidR="00971E47" w:rsidRDefault="003B6F0B" w:rsidP="00971E47">
      <w:pPr>
        <w:rPr>
          <w:rFonts w:hAnsi="ＭＳ 明朝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bookmarkStart w:id="0" w:name="_Hlk133252954"/>
      <w:r w:rsidR="00971E47" w:rsidRPr="00642A80">
        <w:rPr>
          <w:rFonts w:hAnsi="ＭＳ 明朝" w:hint="eastAsia"/>
        </w:rPr>
        <w:t>埼玉県立</w:t>
      </w:r>
      <w:r w:rsidR="00971E47">
        <w:rPr>
          <w:rFonts w:hAnsi="ＭＳ 明朝" w:hint="eastAsia"/>
        </w:rPr>
        <w:t>循環器・呼吸器病センター</w:t>
      </w:r>
    </w:p>
    <w:p w14:paraId="34642782" w14:textId="77777777" w:rsidR="00971E47" w:rsidRPr="00642A80" w:rsidRDefault="00971E47" w:rsidP="00971E47">
      <w:pPr>
        <w:ind w:firstLineChars="500" w:firstLine="1080"/>
        <w:rPr>
          <w:rFonts w:hAnsi="ＭＳ 明朝"/>
        </w:rPr>
      </w:pPr>
      <w:r w:rsidRPr="00642A80">
        <w:rPr>
          <w:rFonts w:hAnsi="ＭＳ 明朝" w:hint="eastAsia"/>
        </w:rPr>
        <w:t xml:space="preserve">病院長　</w:t>
      </w:r>
      <w:r>
        <w:rPr>
          <w:rFonts w:hAnsi="ＭＳ 明朝" w:hint="eastAsia"/>
        </w:rPr>
        <w:t>栁　澤　　勉</w:t>
      </w:r>
    </w:p>
    <w:bookmarkEnd w:id="0"/>
    <w:p w14:paraId="1DBEC1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F602C5">
        <w:rPr>
          <w:rFonts w:hAnsi="ＭＳ 明朝" w:hint="eastAsia"/>
        </w:rPr>
        <w:t>㊞</w:t>
      </w:r>
    </w:p>
    <w:p w14:paraId="52122B7D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E62878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F602C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１</w:t>
      </w:r>
      <w:r w:rsidR="002B60A5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 w:rsidRPr="00F602C5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F602C5">
        <w:rPr>
          <w:rFonts w:hAnsi="ＭＳ 明朝" w:hint="eastAsia"/>
          <w:spacing w:val="16"/>
          <w:sz w:val="21"/>
          <w:szCs w:val="21"/>
        </w:rPr>
        <w:t>及び</w:t>
      </w:r>
      <w:r w:rsidR="002D1FD6" w:rsidRPr="00F602C5">
        <w:rPr>
          <w:rFonts w:hAnsi="ＭＳ 明朝" w:hint="eastAsia"/>
          <w:spacing w:val="16"/>
          <w:sz w:val="21"/>
          <w:szCs w:val="21"/>
        </w:rPr>
        <w:t>履行場所</w:t>
      </w:r>
    </w:p>
    <w:p w14:paraId="2F7BD3D3" w14:textId="43E31726" w:rsidR="002B60A5" w:rsidRPr="005C3F03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971E47" w:rsidRPr="005C3F03">
        <w:rPr>
          <w:rFonts w:hint="eastAsia"/>
        </w:rPr>
        <w:t>埼玉県立循環器・呼吸器病センター院内洗濯業務、寝具類賃貸借</w:t>
      </w:r>
    </w:p>
    <w:p w14:paraId="19CEAC60" w14:textId="7CEE6440" w:rsidR="00403B4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5C3F03" w:rsidRPr="005C3F03">
        <w:rPr>
          <w:rFonts w:hint="eastAsia"/>
        </w:rPr>
        <w:t>埼玉県熊谷市板井１６９６番地</w:t>
      </w:r>
    </w:p>
    <w:p w14:paraId="310359E2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Pr="00F602C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1E7E90A9" w:rsidR="00150BD1" w:rsidRPr="00F602C5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 w:rsidRPr="00F602C5">
        <w:rPr>
          <w:rFonts w:hAnsi="ＭＳ 明朝" w:hint="eastAsia"/>
          <w:spacing w:val="16"/>
          <w:sz w:val="21"/>
          <w:szCs w:val="21"/>
        </w:rPr>
        <w:t>令和</w:t>
      </w:r>
      <w:r w:rsidR="005C3F03">
        <w:rPr>
          <w:rFonts w:hAnsi="ＭＳ 明朝" w:hint="eastAsia"/>
          <w:spacing w:val="16"/>
          <w:sz w:val="21"/>
          <w:szCs w:val="21"/>
        </w:rPr>
        <w:t>５</w:t>
      </w:r>
      <w:r w:rsidR="005532F0" w:rsidRPr="00F602C5">
        <w:rPr>
          <w:rFonts w:hAnsi="ＭＳ 明朝" w:hint="eastAsia"/>
          <w:spacing w:val="16"/>
          <w:sz w:val="21"/>
          <w:szCs w:val="21"/>
        </w:rPr>
        <w:t>年</w:t>
      </w:r>
      <w:r w:rsidR="005C3F03">
        <w:rPr>
          <w:rFonts w:hAnsi="ＭＳ 明朝" w:hint="eastAsia"/>
          <w:spacing w:val="16"/>
          <w:sz w:val="21"/>
          <w:szCs w:val="21"/>
        </w:rPr>
        <w:t>５</w:t>
      </w:r>
      <w:r w:rsidR="005532F0" w:rsidRPr="00F602C5">
        <w:rPr>
          <w:rFonts w:hAnsi="ＭＳ 明朝" w:hint="eastAsia"/>
          <w:spacing w:val="16"/>
          <w:sz w:val="21"/>
          <w:szCs w:val="21"/>
        </w:rPr>
        <w:t>月</w:t>
      </w:r>
      <w:r w:rsidR="00075F41">
        <w:rPr>
          <w:rFonts w:hAnsi="ＭＳ 明朝" w:hint="eastAsia"/>
          <w:spacing w:val="16"/>
          <w:sz w:val="21"/>
          <w:szCs w:val="21"/>
        </w:rPr>
        <w:t>３０</w:t>
      </w:r>
      <w:bookmarkStart w:id="1" w:name="_GoBack"/>
      <w:bookmarkEnd w:id="1"/>
      <w:r w:rsidR="00150BD1" w:rsidRPr="00F602C5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Pr="00F602C5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Pr="00F602C5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口座番号　　　　　　　　　　　　　　　　</w:t>
      </w:r>
      <w:r w:rsidRPr="00F602C5">
        <w:rPr>
          <w:rFonts w:hAnsi="ＭＳ 明朝" w:hint="eastAsia"/>
          <w:sz w:val="21"/>
          <w:szCs w:val="21"/>
        </w:rPr>
        <w:t xml:space="preserve">　　　　　</w:t>
      </w:r>
    </w:p>
    <w:p w14:paraId="6A1AE65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F602C5" w:rsidSect="005C3F03">
      <w:headerReference w:type="default" r:id="rId10"/>
      <w:footerReference w:type="even" r:id="rId11"/>
      <w:headerReference w:type="first" r:id="rId12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3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4182B" w14:textId="77777777" w:rsidR="00150BD1" w:rsidRDefault="00150BD1" w:rsidP="007A3DE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66"/>
  <w:displayHorizontalDrawingGridEvery w:val="0"/>
  <w:displayVerticalDrawingGridEvery w:val="2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75F41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B45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C3F03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2973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1E47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1E8D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2C5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7B1B8-FAD9-4664-9FF4-AC61BC0D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59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柴田 良一</cp:lastModifiedBy>
  <cp:revision>43</cp:revision>
  <cp:lastPrinted>2023-05-12T11:38:00Z</cp:lastPrinted>
  <dcterms:created xsi:type="dcterms:W3CDTF">2020-01-22T03:01:00Z</dcterms:created>
  <dcterms:modified xsi:type="dcterms:W3CDTF">2023-05-12T11:38:00Z</dcterms:modified>
</cp:coreProperties>
</file>